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2F" w:rsidRDefault="003D5667" w:rsidP="003D5667">
      <w:r>
        <w:t xml:space="preserve"> </w:t>
      </w:r>
      <w:r w:rsidRPr="003D5667">
        <w:rPr>
          <w:color w:val="FFFFFF" w:themeColor="background1"/>
          <w:highlight w:val="black"/>
        </w:rPr>
        <w:t xml:space="preserve">Peer </w:t>
      </w:r>
      <w:r w:rsidRPr="00531C8D">
        <w:rPr>
          <w:color w:val="FFFFFF" w:themeColor="background1"/>
          <w:highlight w:val="black"/>
        </w:rPr>
        <w:t xml:space="preserve">Mentoring Card – </w:t>
      </w:r>
      <w:r w:rsidR="00531C8D" w:rsidRPr="00531C8D">
        <w:rPr>
          <w:color w:val="FFFFFF" w:themeColor="background1"/>
          <w:highlight w:val="black"/>
        </w:rPr>
        <w:t>Maths &amp; English</w:t>
      </w:r>
    </w:p>
    <w:p w:rsidR="003D5667" w:rsidRDefault="003D5667" w:rsidP="003D5667"/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369"/>
        <w:gridCol w:w="6804"/>
      </w:tblGrid>
      <w:tr w:rsidR="00DB3D91" w:rsidTr="00DB3D91">
        <w:tc>
          <w:tcPr>
            <w:tcW w:w="3369" w:type="dxa"/>
          </w:tcPr>
          <w:p w:rsidR="00DB3D91" w:rsidRPr="003D5667" w:rsidRDefault="00DB3D91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Initial Questions</w:t>
            </w:r>
          </w:p>
        </w:tc>
        <w:tc>
          <w:tcPr>
            <w:tcW w:w="6804" w:type="dxa"/>
          </w:tcPr>
          <w:p w:rsidR="00DB3D91" w:rsidRPr="003D5667" w:rsidRDefault="00DB3D91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Follow-Up Questions</w:t>
            </w:r>
          </w:p>
        </w:tc>
      </w:tr>
      <w:tr w:rsidR="005D0594" w:rsidTr="005D0594">
        <w:tc>
          <w:tcPr>
            <w:tcW w:w="3369" w:type="dxa"/>
            <w:vAlign w:val="center"/>
          </w:tcPr>
          <w:p w:rsidR="005D0594" w:rsidRDefault="005D0594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What are your favourite subjects in school?  </w:t>
            </w:r>
          </w:p>
        </w:tc>
        <w:tc>
          <w:tcPr>
            <w:tcW w:w="6804" w:type="dxa"/>
            <w:vAlign w:val="center"/>
          </w:tcPr>
          <w:p w:rsidR="005D0594" w:rsidRDefault="005D0594" w:rsidP="005D0594">
            <w:pPr>
              <w:rPr>
                <w:sz w:val="20"/>
              </w:rPr>
            </w:pPr>
            <w:r>
              <w:rPr>
                <w:sz w:val="20"/>
              </w:rPr>
              <w:t>Why?</w:t>
            </w:r>
          </w:p>
        </w:tc>
      </w:tr>
      <w:tr w:rsidR="00DB3D91" w:rsidTr="005D0594">
        <w:tc>
          <w:tcPr>
            <w:tcW w:w="3369" w:type="dxa"/>
            <w:vAlign w:val="center"/>
          </w:tcPr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How is Maths going? </w:t>
            </w:r>
          </w:p>
        </w:tc>
        <w:tc>
          <w:tcPr>
            <w:tcW w:w="6804" w:type="dxa"/>
            <w:vAlign w:val="center"/>
          </w:tcPr>
          <w:p w:rsidR="00DB3D91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How are you coping in lessons? </w:t>
            </w:r>
          </w:p>
          <w:p w:rsidR="00DB3D91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What do you do if you don’t understand? </w:t>
            </w:r>
          </w:p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How is homework going? </w:t>
            </w:r>
          </w:p>
        </w:tc>
      </w:tr>
      <w:tr w:rsidR="00DB3D91" w:rsidTr="005D0594">
        <w:tc>
          <w:tcPr>
            <w:tcW w:w="3369" w:type="dxa"/>
            <w:vAlign w:val="center"/>
          </w:tcPr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How is English going? </w:t>
            </w:r>
          </w:p>
        </w:tc>
        <w:tc>
          <w:tcPr>
            <w:tcW w:w="6804" w:type="dxa"/>
            <w:vAlign w:val="center"/>
          </w:tcPr>
          <w:p w:rsidR="00DB3D91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How are you coping in lessons? </w:t>
            </w:r>
          </w:p>
          <w:p w:rsidR="00DB3D91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What do you do if you don’t understand? </w:t>
            </w:r>
          </w:p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>How is homework going?</w:t>
            </w:r>
          </w:p>
        </w:tc>
      </w:tr>
      <w:tr w:rsidR="00DB3D91" w:rsidTr="005D0594">
        <w:tc>
          <w:tcPr>
            <w:tcW w:w="3369" w:type="dxa"/>
            <w:vAlign w:val="center"/>
          </w:tcPr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What do you like about Maths / English?  </w:t>
            </w:r>
          </w:p>
        </w:tc>
        <w:tc>
          <w:tcPr>
            <w:tcW w:w="6804" w:type="dxa"/>
            <w:vAlign w:val="center"/>
          </w:tcPr>
          <w:p w:rsidR="00DB3D91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What are you favourite topics? </w:t>
            </w:r>
          </w:p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What do you find easy/hard? </w:t>
            </w:r>
          </w:p>
        </w:tc>
      </w:tr>
      <w:tr w:rsidR="00DB3D91" w:rsidTr="005D0594">
        <w:tc>
          <w:tcPr>
            <w:tcW w:w="3369" w:type="dxa"/>
            <w:vAlign w:val="center"/>
          </w:tcPr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Are you making progress? </w:t>
            </w:r>
          </w:p>
        </w:tc>
        <w:tc>
          <w:tcPr>
            <w:tcW w:w="6804" w:type="dxa"/>
            <w:vAlign w:val="center"/>
          </w:tcPr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How do you know that you are making progress?  </w:t>
            </w:r>
          </w:p>
        </w:tc>
      </w:tr>
      <w:tr w:rsidR="00DB3D91" w:rsidTr="005D0594">
        <w:tc>
          <w:tcPr>
            <w:tcW w:w="3369" w:type="dxa"/>
            <w:vAlign w:val="center"/>
          </w:tcPr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In what ways is it the same / different to Primary Maths/English?  </w:t>
            </w:r>
          </w:p>
        </w:tc>
        <w:tc>
          <w:tcPr>
            <w:tcW w:w="6804" w:type="dxa"/>
            <w:vAlign w:val="center"/>
          </w:tcPr>
          <w:p w:rsidR="00DB3D91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Why is it different? </w:t>
            </w:r>
          </w:p>
          <w:p w:rsidR="00DB3D91" w:rsidRPr="003D5667" w:rsidRDefault="00DB3D91" w:rsidP="005D0594">
            <w:pPr>
              <w:rPr>
                <w:sz w:val="20"/>
              </w:rPr>
            </w:pPr>
            <w:r>
              <w:rPr>
                <w:sz w:val="20"/>
              </w:rPr>
              <w:t xml:space="preserve">Is there anything that you miss from primary?  </w:t>
            </w:r>
          </w:p>
        </w:tc>
      </w:tr>
    </w:tbl>
    <w:p w:rsidR="003D5667" w:rsidRDefault="003D5667" w:rsidP="003D5667">
      <w:pPr>
        <w:jc w:val="right"/>
      </w:pPr>
    </w:p>
    <w:p w:rsidR="005D0594" w:rsidRDefault="005D0594" w:rsidP="003D5667">
      <w:pPr>
        <w:jc w:val="right"/>
      </w:pPr>
    </w:p>
    <w:p w:rsidR="005D0594" w:rsidRDefault="005D0594" w:rsidP="003D5667">
      <w:pPr>
        <w:jc w:val="right"/>
      </w:pPr>
    </w:p>
    <w:p w:rsidR="00E17645" w:rsidRDefault="00E17645" w:rsidP="003D5667">
      <w:pPr>
        <w:jc w:val="right"/>
      </w:pPr>
      <w:bookmarkStart w:id="0" w:name="_GoBack"/>
      <w:bookmarkEnd w:id="0"/>
    </w:p>
    <w:p w:rsidR="005D0594" w:rsidRDefault="005D0594" w:rsidP="003D5667">
      <w:pPr>
        <w:jc w:val="right"/>
      </w:pPr>
    </w:p>
    <w:p w:rsidR="005D0594" w:rsidRDefault="005D0594" w:rsidP="005D0594">
      <w:r w:rsidRPr="003D5667">
        <w:rPr>
          <w:color w:val="FFFFFF" w:themeColor="background1"/>
          <w:highlight w:val="black"/>
        </w:rPr>
        <w:t xml:space="preserve">Peer </w:t>
      </w:r>
      <w:r w:rsidRPr="00531C8D">
        <w:rPr>
          <w:color w:val="FFFFFF" w:themeColor="background1"/>
          <w:highlight w:val="black"/>
        </w:rPr>
        <w:t>Mentoring Card – Maths &amp; English</w:t>
      </w:r>
    </w:p>
    <w:p w:rsidR="005D0594" w:rsidRDefault="005D0594" w:rsidP="005D0594"/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369"/>
        <w:gridCol w:w="6804"/>
      </w:tblGrid>
      <w:tr w:rsidR="005D0594" w:rsidTr="00B26B1A">
        <w:tc>
          <w:tcPr>
            <w:tcW w:w="3369" w:type="dxa"/>
          </w:tcPr>
          <w:p w:rsidR="005D0594" w:rsidRPr="003D5667" w:rsidRDefault="005D0594" w:rsidP="00B26B1A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Initial Questions</w:t>
            </w:r>
          </w:p>
        </w:tc>
        <w:tc>
          <w:tcPr>
            <w:tcW w:w="6804" w:type="dxa"/>
          </w:tcPr>
          <w:p w:rsidR="005D0594" w:rsidRPr="003D5667" w:rsidRDefault="005D0594" w:rsidP="00B26B1A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Follow-Up Questions</w:t>
            </w:r>
          </w:p>
        </w:tc>
      </w:tr>
      <w:tr w:rsidR="005D0594" w:rsidTr="00B26B1A">
        <w:tc>
          <w:tcPr>
            <w:tcW w:w="3369" w:type="dxa"/>
            <w:vAlign w:val="center"/>
          </w:tcPr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What are your favourite subjects in school?  </w:t>
            </w:r>
          </w:p>
        </w:tc>
        <w:tc>
          <w:tcPr>
            <w:tcW w:w="6804" w:type="dxa"/>
            <w:vAlign w:val="center"/>
          </w:tcPr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>Why?</w:t>
            </w:r>
          </w:p>
        </w:tc>
      </w:tr>
      <w:tr w:rsidR="005D0594" w:rsidTr="00B26B1A">
        <w:tc>
          <w:tcPr>
            <w:tcW w:w="3369" w:type="dxa"/>
            <w:vAlign w:val="center"/>
          </w:tcPr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How is Maths going? </w:t>
            </w:r>
          </w:p>
        </w:tc>
        <w:tc>
          <w:tcPr>
            <w:tcW w:w="6804" w:type="dxa"/>
            <w:vAlign w:val="center"/>
          </w:tcPr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How are you coping in lessons? </w:t>
            </w:r>
          </w:p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What do you do if you don’t understand? </w:t>
            </w:r>
          </w:p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How is homework going? </w:t>
            </w:r>
          </w:p>
        </w:tc>
      </w:tr>
      <w:tr w:rsidR="005D0594" w:rsidTr="00B26B1A">
        <w:tc>
          <w:tcPr>
            <w:tcW w:w="3369" w:type="dxa"/>
            <w:vAlign w:val="center"/>
          </w:tcPr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How is English going? </w:t>
            </w:r>
          </w:p>
        </w:tc>
        <w:tc>
          <w:tcPr>
            <w:tcW w:w="6804" w:type="dxa"/>
            <w:vAlign w:val="center"/>
          </w:tcPr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How are you coping in lessons? </w:t>
            </w:r>
          </w:p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What do you do if you don’t understand? </w:t>
            </w:r>
          </w:p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>How is homework going?</w:t>
            </w:r>
          </w:p>
        </w:tc>
      </w:tr>
      <w:tr w:rsidR="005D0594" w:rsidTr="00B26B1A">
        <w:tc>
          <w:tcPr>
            <w:tcW w:w="3369" w:type="dxa"/>
            <w:vAlign w:val="center"/>
          </w:tcPr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What do you like about Maths / English?  </w:t>
            </w:r>
          </w:p>
        </w:tc>
        <w:tc>
          <w:tcPr>
            <w:tcW w:w="6804" w:type="dxa"/>
            <w:vAlign w:val="center"/>
          </w:tcPr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What are you favourite topics? </w:t>
            </w:r>
          </w:p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What do you find easy/hard? </w:t>
            </w:r>
          </w:p>
        </w:tc>
      </w:tr>
      <w:tr w:rsidR="005D0594" w:rsidTr="00B26B1A">
        <w:tc>
          <w:tcPr>
            <w:tcW w:w="3369" w:type="dxa"/>
            <w:vAlign w:val="center"/>
          </w:tcPr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Are you making progress? </w:t>
            </w:r>
          </w:p>
        </w:tc>
        <w:tc>
          <w:tcPr>
            <w:tcW w:w="6804" w:type="dxa"/>
            <w:vAlign w:val="center"/>
          </w:tcPr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How do you know that you are making progress?  </w:t>
            </w:r>
          </w:p>
        </w:tc>
      </w:tr>
      <w:tr w:rsidR="005D0594" w:rsidTr="00B26B1A">
        <w:tc>
          <w:tcPr>
            <w:tcW w:w="3369" w:type="dxa"/>
            <w:vAlign w:val="center"/>
          </w:tcPr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In what ways is it the same / different to Primary Maths/English?  </w:t>
            </w:r>
          </w:p>
        </w:tc>
        <w:tc>
          <w:tcPr>
            <w:tcW w:w="6804" w:type="dxa"/>
            <w:vAlign w:val="center"/>
          </w:tcPr>
          <w:p w:rsidR="005D0594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Why is it different? </w:t>
            </w:r>
          </w:p>
          <w:p w:rsidR="005D0594" w:rsidRPr="003D5667" w:rsidRDefault="005D0594" w:rsidP="00B26B1A">
            <w:pPr>
              <w:rPr>
                <w:sz w:val="20"/>
              </w:rPr>
            </w:pPr>
            <w:r>
              <w:rPr>
                <w:sz w:val="20"/>
              </w:rPr>
              <w:t xml:space="preserve">Is there anything that you miss from primary?  </w:t>
            </w:r>
          </w:p>
        </w:tc>
      </w:tr>
    </w:tbl>
    <w:p w:rsidR="005D0594" w:rsidRDefault="005D0594" w:rsidP="003D5667">
      <w:pPr>
        <w:jc w:val="right"/>
      </w:pPr>
    </w:p>
    <w:p w:rsidR="003D5667" w:rsidRDefault="003D5667" w:rsidP="003D5667">
      <w:pPr>
        <w:jc w:val="center"/>
      </w:pPr>
    </w:p>
    <w:p w:rsidR="00DB3D91" w:rsidRDefault="00DB3D91" w:rsidP="003D5667">
      <w:pPr>
        <w:jc w:val="center"/>
      </w:pPr>
    </w:p>
    <w:p w:rsidR="00DB3D91" w:rsidRDefault="00DB3D91" w:rsidP="003D5667">
      <w:pPr>
        <w:jc w:val="center"/>
      </w:pPr>
    </w:p>
    <w:p w:rsidR="00DB3D91" w:rsidRDefault="00DB3D91" w:rsidP="003D5667">
      <w:pPr>
        <w:jc w:val="center"/>
      </w:pPr>
    </w:p>
    <w:p w:rsidR="00DB3D91" w:rsidRDefault="00DB3D91" w:rsidP="003D5667">
      <w:pPr>
        <w:jc w:val="center"/>
      </w:pPr>
    </w:p>
    <w:p w:rsidR="003D5667" w:rsidRDefault="003D5667"/>
    <w:p w:rsidR="003D5667" w:rsidRDefault="003D5667"/>
    <w:sectPr w:rsidR="003D5667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67"/>
    <w:rsid w:val="00267C19"/>
    <w:rsid w:val="002E2BCD"/>
    <w:rsid w:val="00320E87"/>
    <w:rsid w:val="00352DBC"/>
    <w:rsid w:val="003B76A4"/>
    <w:rsid w:val="003D5667"/>
    <w:rsid w:val="00403D12"/>
    <w:rsid w:val="004C595D"/>
    <w:rsid w:val="00531C8D"/>
    <w:rsid w:val="005D0594"/>
    <w:rsid w:val="007161D8"/>
    <w:rsid w:val="007B303C"/>
    <w:rsid w:val="00846728"/>
    <w:rsid w:val="0092262F"/>
    <w:rsid w:val="00B25407"/>
    <w:rsid w:val="00C72DFB"/>
    <w:rsid w:val="00DB3D91"/>
    <w:rsid w:val="00DB6FDD"/>
    <w:rsid w:val="00E17645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FD71588C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cp:lastPrinted>2016-11-07T07:55:00Z</cp:lastPrinted>
  <dcterms:created xsi:type="dcterms:W3CDTF">2018-01-26T10:43:00Z</dcterms:created>
  <dcterms:modified xsi:type="dcterms:W3CDTF">2018-01-26T10:43:00Z</dcterms:modified>
</cp:coreProperties>
</file>